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66492267" w:rsidR="008A012F" w:rsidRPr="00A71451" w:rsidRDefault="008A012F" w:rsidP="00A714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71451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50BC310" w:rsidR="008A012F" w:rsidRPr="00A71451" w:rsidRDefault="008A012F" w:rsidP="00A7145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71451">
              <w:rPr>
                <w:rStyle w:val="SITemporaryText-blue"/>
                <w:color w:val="auto"/>
                <w:sz w:val="20"/>
              </w:rPr>
              <w:t xml:space="preserve">This version released with Training Package Version </w:t>
            </w:r>
            <w:r w:rsidR="00A71451" w:rsidRPr="001E6FE0">
              <w:rPr>
                <w:rStyle w:val="SITemporaryText-blue"/>
                <w:color w:val="auto"/>
                <w:sz w:val="20"/>
              </w:rPr>
              <w:t>8</w:t>
            </w:r>
            <w:r w:rsidRPr="00A71451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5241DA09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1E6FE0">
              <w:t>X</w:t>
            </w:r>
            <w:r w:rsidR="005C3D80">
              <w:t>3</w:t>
            </w:r>
          </w:p>
        </w:tc>
        <w:tc>
          <w:tcPr>
            <w:tcW w:w="3604" w:type="pct"/>
            <w:shd w:val="clear" w:color="auto" w:fill="auto"/>
          </w:tcPr>
          <w:p w14:paraId="5DC38CF2" w14:textId="09D375CE" w:rsidR="00F1480E" w:rsidRPr="005404CB" w:rsidRDefault="005C3D80" w:rsidP="005404CB">
            <w:pPr>
              <w:pStyle w:val="SIUnittitle"/>
            </w:pPr>
            <w:r w:rsidRPr="005C3D80">
              <w:t>Respond to emergencies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3D1AB8" w14:textId="77777777" w:rsidR="004105E5" w:rsidRPr="004105E5" w:rsidRDefault="004105E5" w:rsidP="004105E5">
            <w:r w:rsidRPr="004105E5">
              <w:t>This unit of competency describes the skills and knowledge required to recognise and respond to workplace emergencies.</w:t>
            </w:r>
          </w:p>
          <w:p w14:paraId="3436C5BC" w14:textId="77777777" w:rsidR="004105E5" w:rsidRPr="004105E5" w:rsidRDefault="004105E5" w:rsidP="004105E5"/>
          <w:p w14:paraId="4F90D392" w14:textId="29D4BCB6" w:rsidR="004105E5" w:rsidRPr="004105E5" w:rsidRDefault="004105E5" w:rsidP="004105E5">
            <w:r w:rsidRPr="004105E5">
              <w:t>Th</w:t>
            </w:r>
            <w:r w:rsidR="001049EA">
              <w:t>e</w:t>
            </w:r>
            <w:r w:rsidRPr="004105E5">
              <w:t xml:space="preserve"> unit applies to individuals who </w:t>
            </w:r>
            <w:r w:rsidR="001049EA">
              <w:t>respond to emergencies</w:t>
            </w:r>
            <w:r w:rsidRPr="004105E5">
              <w:t xml:space="preserve"> under broad </w:t>
            </w:r>
            <w:proofErr w:type="gramStart"/>
            <w:r w:rsidRPr="004105E5">
              <w:t>direction</w:t>
            </w:r>
            <w:r w:rsidR="001049EA">
              <w:t>,</w:t>
            </w:r>
            <w:r w:rsidRPr="004105E5">
              <w:t xml:space="preserve"> and</w:t>
            </w:r>
            <w:proofErr w:type="gramEnd"/>
            <w:r w:rsidRPr="004105E5">
              <w:t xml:space="preserve"> take responsibility for their own work.</w:t>
            </w:r>
          </w:p>
          <w:p w14:paraId="0211652E" w14:textId="4DB3657B" w:rsidR="004105E5" w:rsidRDefault="004105E5" w:rsidP="004105E5"/>
          <w:p w14:paraId="764900DD" w14:textId="284EC044" w:rsidR="00A71451" w:rsidRDefault="00A71451" w:rsidP="004105E5">
            <w:r w:rsidRPr="00A71451">
              <w:t>All work must be carried out to comply with workplace procedures, health and safety in the workplace requirements, legislative and regulatory requirements</w:t>
            </w:r>
            <w:r>
              <w:t xml:space="preserve"> and</w:t>
            </w:r>
            <w:r w:rsidRPr="00A71451">
              <w:t xml:space="preserve"> manufacturer specifications.</w:t>
            </w:r>
          </w:p>
          <w:p w14:paraId="18A3E767" w14:textId="77777777" w:rsidR="00A71451" w:rsidRPr="004105E5" w:rsidRDefault="00A71451" w:rsidP="004105E5"/>
          <w:p w14:paraId="3202A0B8" w14:textId="13D719DB" w:rsidR="00CC1B21" w:rsidRPr="000754EC" w:rsidRDefault="004105E5" w:rsidP="004105E5">
            <w:r w:rsidRPr="004105E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4FE279E1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105E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67D0C32" w:rsidR="004105E5" w:rsidRPr="004105E5" w:rsidRDefault="004105E5" w:rsidP="004105E5">
            <w:pPr>
              <w:pStyle w:val="SIText"/>
            </w:pPr>
            <w:r w:rsidRPr="004105E5">
              <w:t>1. Prepare for emergency situations</w:t>
            </w:r>
          </w:p>
        </w:tc>
        <w:tc>
          <w:tcPr>
            <w:tcW w:w="3604" w:type="pct"/>
            <w:shd w:val="clear" w:color="auto" w:fill="auto"/>
          </w:tcPr>
          <w:p w14:paraId="60836A76" w14:textId="4C02673E" w:rsidR="004105E5" w:rsidRPr="004105E5" w:rsidRDefault="004105E5" w:rsidP="004105E5">
            <w:r w:rsidRPr="004105E5">
              <w:t>1.1 Identify potential workplace emergency situations and appropriate responses</w:t>
            </w:r>
          </w:p>
          <w:p w14:paraId="2C981FEA" w14:textId="081E17F4" w:rsidR="004105E5" w:rsidRPr="004105E5" w:rsidRDefault="004105E5" w:rsidP="004105E5">
            <w:r w:rsidRPr="004105E5">
              <w:t>1.2 Identify emergency resources and their location in the work area</w:t>
            </w:r>
          </w:p>
          <w:p w14:paraId="630D0ED3" w14:textId="47E8EBA1" w:rsidR="004105E5" w:rsidRPr="004105E5" w:rsidRDefault="004105E5" w:rsidP="004105E5">
            <w:r w:rsidRPr="004105E5">
              <w:t xml:space="preserve">1.3 </w:t>
            </w:r>
            <w:r w:rsidR="00ED4F7C">
              <w:t xml:space="preserve">Identify </w:t>
            </w:r>
            <w:r w:rsidRPr="004105E5">
              <w:t>potential</w:t>
            </w:r>
            <w:r w:rsidR="00506F32">
              <w:t xml:space="preserve"> </w:t>
            </w:r>
            <w:r w:rsidRPr="004105E5">
              <w:t xml:space="preserve">hazards and </w:t>
            </w:r>
            <w:r w:rsidR="00ED4F7C">
              <w:t>risks, and implement safe working practices to manage risks</w:t>
            </w:r>
          </w:p>
          <w:p w14:paraId="06FEA50C" w14:textId="3283295F" w:rsidR="004105E5" w:rsidRPr="004105E5" w:rsidRDefault="004105E5" w:rsidP="004105E5">
            <w:r w:rsidRPr="004105E5">
              <w:t xml:space="preserve">1.4 Select, </w:t>
            </w:r>
            <w:r w:rsidR="00506F32">
              <w:t xml:space="preserve">fit, </w:t>
            </w:r>
            <w:r w:rsidRPr="004105E5">
              <w:t>use</w:t>
            </w:r>
            <w:r w:rsidR="002218B2">
              <w:t>,</w:t>
            </w:r>
            <w:r w:rsidRPr="004105E5">
              <w:t xml:space="preserve"> maintain</w:t>
            </w:r>
            <w:r w:rsidR="002218B2">
              <w:t xml:space="preserve"> and store</w:t>
            </w:r>
            <w:r w:rsidRPr="004105E5">
              <w:t xml:space="preserve"> personal protective equipment</w:t>
            </w:r>
            <w:r w:rsidR="00506F32">
              <w:t xml:space="preserve"> (PPE)</w:t>
            </w:r>
            <w:r w:rsidR="002218B2">
              <w:t xml:space="preserve"> and</w:t>
            </w:r>
            <w:r w:rsidRPr="004105E5">
              <w:t xml:space="preserve"> safety equipment</w:t>
            </w:r>
          </w:p>
          <w:p w14:paraId="36FFA5C5" w14:textId="75971846" w:rsidR="004105E5" w:rsidRPr="004105E5" w:rsidRDefault="004105E5" w:rsidP="004105E5">
            <w:pPr>
              <w:pStyle w:val="SIText"/>
            </w:pPr>
            <w:r w:rsidRPr="004105E5">
              <w:t xml:space="preserve">1.5 Identify </w:t>
            </w:r>
            <w:r w:rsidR="00506F32">
              <w:t>and report un</w:t>
            </w:r>
            <w:r w:rsidRPr="004105E5">
              <w:t>serviceabl</w:t>
            </w:r>
            <w:r w:rsidR="00506F32">
              <w:t>e</w:t>
            </w:r>
            <w:r w:rsidRPr="004105E5">
              <w:t xml:space="preserve"> </w:t>
            </w:r>
            <w:r w:rsidR="002218B2">
              <w:t xml:space="preserve">safety equipment </w:t>
            </w:r>
            <w:r w:rsidRPr="004105E5">
              <w:t xml:space="preserve">and </w:t>
            </w:r>
            <w:r w:rsidR="00506F32">
              <w:t>PPE</w:t>
            </w:r>
            <w:r w:rsidR="00417C3C">
              <w:t xml:space="preserve"> according to workplace procedures</w:t>
            </w:r>
          </w:p>
        </w:tc>
      </w:tr>
      <w:tr w:rsidR="004105E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30CC13F" w:rsidR="004105E5" w:rsidRPr="004105E5" w:rsidRDefault="004105E5" w:rsidP="004105E5">
            <w:pPr>
              <w:pStyle w:val="SIText"/>
            </w:pPr>
            <w:r w:rsidRPr="004105E5">
              <w:t>2. Identify and evaluate the emergency</w:t>
            </w:r>
          </w:p>
        </w:tc>
        <w:tc>
          <w:tcPr>
            <w:tcW w:w="3604" w:type="pct"/>
            <w:shd w:val="clear" w:color="auto" w:fill="auto"/>
          </w:tcPr>
          <w:p w14:paraId="1C17E647" w14:textId="408B3CFA" w:rsidR="004105E5" w:rsidRPr="004105E5" w:rsidRDefault="004105E5" w:rsidP="004105E5">
            <w:r w:rsidRPr="004105E5">
              <w:t xml:space="preserve">2.1 Recognise and assess the identified or potential </w:t>
            </w:r>
            <w:proofErr w:type="gramStart"/>
            <w:r w:rsidRPr="004105E5">
              <w:t>emergency situation</w:t>
            </w:r>
            <w:proofErr w:type="gramEnd"/>
            <w:r w:rsidRPr="004105E5">
              <w:t xml:space="preserve"> risks and effectiveness of initial response actions</w:t>
            </w:r>
          </w:p>
          <w:p w14:paraId="5BE9E185" w14:textId="38AF0CED" w:rsidR="004105E5" w:rsidRPr="004105E5" w:rsidRDefault="004105E5" w:rsidP="004105E5">
            <w:r w:rsidRPr="004105E5">
              <w:t xml:space="preserve">2.2 Seek advice in evaluating the emergency </w:t>
            </w:r>
            <w:r w:rsidR="00506F32">
              <w:t>from</w:t>
            </w:r>
            <w:r w:rsidRPr="004105E5">
              <w:t xml:space="preserve"> appropriate personnel</w:t>
            </w:r>
          </w:p>
          <w:p w14:paraId="215A6E64" w14:textId="5CC9D47E" w:rsidR="004105E5" w:rsidRPr="004105E5" w:rsidRDefault="004105E5" w:rsidP="0073595A">
            <w:r w:rsidRPr="004105E5">
              <w:t>2.3 Determine emergency needs and priority, including any assistance that may be required</w:t>
            </w:r>
          </w:p>
        </w:tc>
      </w:tr>
      <w:tr w:rsidR="004105E5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6F30D0A2" w:rsidR="004105E5" w:rsidRPr="004105E5" w:rsidRDefault="004105E5" w:rsidP="004105E5">
            <w:pPr>
              <w:pStyle w:val="SIText"/>
            </w:pPr>
            <w:r w:rsidRPr="004105E5">
              <w:t>3. Implement fire protection and control procedures</w:t>
            </w:r>
          </w:p>
        </w:tc>
        <w:tc>
          <w:tcPr>
            <w:tcW w:w="3604" w:type="pct"/>
            <w:shd w:val="clear" w:color="auto" w:fill="auto"/>
          </w:tcPr>
          <w:p w14:paraId="0696EACE" w14:textId="45E9C109" w:rsidR="004105E5" w:rsidRPr="004105E5" w:rsidRDefault="004105E5" w:rsidP="004105E5">
            <w:r w:rsidRPr="004105E5">
              <w:t>3.1 Minimise the risk of fire hazards and any hazardous fuelling procedures</w:t>
            </w:r>
          </w:p>
          <w:p w14:paraId="1F0AC6A4" w14:textId="77777777" w:rsidR="003177BF" w:rsidRDefault="004105E5" w:rsidP="004105E5">
            <w:r w:rsidRPr="004105E5">
              <w:t xml:space="preserve">3.2 </w:t>
            </w:r>
            <w:r w:rsidR="003177BF" w:rsidRPr="004105E5">
              <w:t xml:space="preserve">Carry out </w:t>
            </w:r>
            <w:r w:rsidR="003177BF" w:rsidRPr="003177BF">
              <w:t>workplace safety procedures for the handling and use of industrial gases</w:t>
            </w:r>
          </w:p>
          <w:p w14:paraId="66BA9B21" w14:textId="409323A4" w:rsidR="004105E5" w:rsidRPr="004105E5" w:rsidRDefault="003177BF" w:rsidP="004105E5">
            <w:r>
              <w:t>3.3</w:t>
            </w:r>
            <w:r w:rsidRPr="003177BF">
              <w:t xml:space="preserve"> </w:t>
            </w:r>
            <w:r w:rsidR="004105E5" w:rsidRPr="004105E5">
              <w:t>Use fire extinguishers and equipment appropriate to the fire situation and notify authorities</w:t>
            </w:r>
            <w:r>
              <w:t xml:space="preserve"> where applicable</w:t>
            </w:r>
          </w:p>
          <w:p w14:paraId="3177E7B3" w14:textId="5A819585" w:rsidR="004105E5" w:rsidRPr="004105E5" w:rsidRDefault="004105E5" w:rsidP="003177BF">
            <w:r w:rsidRPr="004105E5">
              <w:t>3.</w:t>
            </w:r>
            <w:r w:rsidR="003177BF">
              <w:t>4</w:t>
            </w:r>
            <w:r w:rsidRPr="004105E5">
              <w:t xml:space="preserve"> Follow procedures for evacuation to nominated assembly points</w:t>
            </w:r>
          </w:p>
        </w:tc>
      </w:tr>
      <w:tr w:rsidR="004105E5" w:rsidRPr="00963A46" w14:paraId="061CA7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0A70B" w14:textId="1D802297" w:rsidR="004105E5" w:rsidRPr="004105E5" w:rsidRDefault="004105E5" w:rsidP="004105E5">
            <w:pPr>
              <w:pStyle w:val="SIText"/>
            </w:pPr>
            <w:r w:rsidRPr="004105E5">
              <w:t>4. Safely confine the emergency where possible</w:t>
            </w:r>
          </w:p>
        </w:tc>
        <w:tc>
          <w:tcPr>
            <w:tcW w:w="3604" w:type="pct"/>
            <w:shd w:val="clear" w:color="auto" w:fill="auto"/>
          </w:tcPr>
          <w:p w14:paraId="5A7CD21D" w14:textId="3851E4E3" w:rsidR="004105E5" w:rsidRPr="004105E5" w:rsidRDefault="004105E5" w:rsidP="004105E5">
            <w:r w:rsidRPr="004105E5">
              <w:t>4.1 Confine emergency to the immediate area using available resources</w:t>
            </w:r>
          </w:p>
          <w:p w14:paraId="01957FFA" w14:textId="39E409CF" w:rsidR="004105E5" w:rsidRPr="004105E5" w:rsidRDefault="004105E5" w:rsidP="004105E5">
            <w:r w:rsidRPr="004105E5">
              <w:t xml:space="preserve">4.2 Carry out emergency procedures and operate equipment using </w:t>
            </w:r>
            <w:r w:rsidR="003177BF">
              <w:t xml:space="preserve">safe </w:t>
            </w:r>
            <w:r w:rsidR="00506F32">
              <w:t>work</w:t>
            </w:r>
            <w:r w:rsidRPr="004105E5">
              <w:t xml:space="preserve"> practices</w:t>
            </w:r>
          </w:p>
          <w:p w14:paraId="5F5B3A56" w14:textId="1DB78FBA" w:rsidR="004105E5" w:rsidRPr="004105E5" w:rsidRDefault="004105E5" w:rsidP="004105E5">
            <w:r w:rsidRPr="004105E5">
              <w:t xml:space="preserve">4.3 </w:t>
            </w:r>
            <w:r w:rsidR="003177BF">
              <w:t>U</w:t>
            </w:r>
            <w:r w:rsidRPr="004105E5">
              <w:t>se equipment</w:t>
            </w:r>
            <w:r w:rsidR="003177BF">
              <w:t xml:space="preserve"> safely</w:t>
            </w:r>
            <w:r w:rsidRPr="004105E5">
              <w:t xml:space="preserve"> </w:t>
            </w:r>
            <w:r w:rsidR="003177BF">
              <w:t xml:space="preserve">in conjunction </w:t>
            </w:r>
            <w:r w:rsidRPr="004105E5">
              <w:t>with other emergency actions</w:t>
            </w:r>
          </w:p>
          <w:p w14:paraId="49D9EF00" w14:textId="5D5CD169" w:rsidR="004105E5" w:rsidRPr="004105E5" w:rsidRDefault="004105E5" w:rsidP="004105E5">
            <w:r w:rsidRPr="004105E5">
              <w:t xml:space="preserve">4.4 </w:t>
            </w:r>
            <w:r w:rsidR="003177BF">
              <w:t>Assist with the evacuation of</w:t>
            </w:r>
            <w:r w:rsidRPr="004105E5">
              <w:t xml:space="preserve"> </w:t>
            </w:r>
            <w:r w:rsidR="003177BF">
              <w:t>personnel</w:t>
            </w:r>
            <w:r w:rsidRPr="004105E5">
              <w:t xml:space="preserve"> and animals</w:t>
            </w:r>
          </w:p>
          <w:p w14:paraId="27F53C72" w14:textId="136F8C94" w:rsidR="004105E5" w:rsidRPr="004105E5" w:rsidRDefault="004105E5" w:rsidP="00861C50">
            <w:r w:rsidRPr="004105E5">
              <w:t xml:space="preserve">4.5 </w:t>
            </w:r>
            <w:r w:rsidR="00861C50">
              <w:t>Provide</w:t>
            </w:r>
            <w:r w:rsidRPr="004105E5">
              <w:t xml:space="preserve"> information required to assist emergency services</w:t>
            </w:r>
          </w:p>
        </w:tc>
      </w:tr>
      <w:tr w:rsidR="004105E5" w:rsidRPr="00963A46" w14:paraId="41069C4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9E3AEC" w14:textId="00986EAA" w:rsidR="004105E5" w:rsidRPr="004105E5" w:rsidRDefault="004105E5" w:rsidP="004105E5">
            <w:pPr>
              <w:pStyle w:val="SIText"/>
            </w:pPr>
            <w:r w:rsidRPr="004105E5">
              <w:t>5. Manage the emergency situation</w:t>
            </w:r>
          </w:p>
        </w:tc>
        <w:tc>
          <w:tcPr>
            <w:tcW w:w="3604" w:type="pct"/>
            <w:shd w:val="clear" w:color="auto" w:fill="auto"/>
          </w:tcPr>
          <w:p w14:paraId="72DA240E" w14:textId="3970CB54" w:rsidR="004105E5" w:rsidRPr="004105E5" w:rsidRDefault="004105E5" w:rsidP="004105E5">
            <w:r w:rsidRPr="004105E5">
              <w:t xml:space="preserve">5.1 Evacuate casualties </w:t>
            </w:r>
            <w:r w:rsidR="00861C50">
              <w:t xml:space="preserve">following workplace </w:t>
            </w:r>
            <w:r w:rsidRPr="004105E5">
              <w:t>emergency procedures</w:t>
            </w:r>
          </w:p>
          <w:p w14:paraId="35A6250C" w14:textId="575E43EE" w:rsidR="004105E5" w:rsidRPr="004105E5" w:rsidRDefault="004105E5" w:rsidP="004105E5">
            <w:r w:rsidRPr="004105E5">
              <w:t>5.2 Minimise the risk to self and casualt</w:t>
            </w:r>
            <w:r w:rsidR="00ED4F7C">
              <w:t>ies</w:t>
            </w:r>
            <w:r w:rsidRPr="004105E5">
              <w:t xml:space="preserve"> by </w:t>
            </w:r>
            <w:r w:rsidR="00ED4F7C">
              <w:t xml:space="preserve">minimising and </w:t>
            </w:r>
            <w:r w:rsidRPr="004105E5">
              <w:t>isolating hazard</w:t>
            </w:r>
            <w:r w:rsidR="00506F32">
              <w:t>s</w:t>
            </w:r>
            <w:r w:rsidRPr="004105E5">
              <w:t xml:space="preserve"> </w:t>
            </w:r>
            <w:r w:rsidR="00506F32">
              <w:t>where</w:t>
            </w:r>
            <w:r w:rsidRPr="004105E5">
              <w:t xml:space="preserve"> possible</w:t>
            </w:r>
          </w:p>
          <w:p w14:paraId="5BA394CB" w14:textId="5E1BB553" w:rsidR="004105E5" w:rsidRPr="004105E5" w:rsidRDefault="004105E5" w:rsidP="00861C50">
            <w:r w:rsidRPr="004105E5">
              <w:t>5.3 Seek first aid assistance and advice where necessary</w:t>
            </w:r>
          </w:p>
          <w:p w14:paraId="63474A9F" w14:textId="61C21599" w:rsidR="00861C50" w:rsidRPr="004105E5" w:rsidRDefault="004105E5" w:rsidP="004F59C8">
            <w:r w:rsidRPr="004105E5">
              <w:t>5.</w:t>
            </w:r>
            <w:r w:rsidR="00861C50">
              <w:t>4</w:t>
            </w:r>
            <w:r w:rsidRPr="004105E5">
              <w:t xml:space="preserve"> </w:t>
            </w:r>
            <w:r w:rsidR="004F59C8">
              <w:t xml:space="preserve">Record and report </w:t>
            </w:r>
            <w:proofErr w:type="gramStart"/>
            <w:r w:rsidR="004F59C8">
              <w:t>emergency situation</w:t>
            </w:r>
            <w:proofErr w:type="gramEnd"/>
            <w:r w:rsidR="004F59C8">
              <w:t xml:space="preserve"> response actions to 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0799B" w:rsidRPr="00336FCA" w:rsidDel="00423CB2" w14:paraId="6AD2F76B" w14:textId="77777777" w:rsidTr="00CA2922">
        <w:tc>
          <w:tcPr>
            <w:tcW w:w="1396" w:type="pct"/>
          </w:tcPr>
          <w:p w14:paraId="7D795EC9" w14:textId="2F445D14" w:rsidR="0050799B" w:rsidRPr="003F6D26" w:rsidRDefault="0050799B" w:rsidP="003F6D2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F6D2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6CB38FAB" w14:textId="4FD76C12" w:rsidR="0050799B" w:rsidRPr="001E6FE0" w:rsidRDefault="0050799B" w:rsidP="00A727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E6FE0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with </w:t>
            </w:r>
            <w:r w:rsidR="00A72770" w:rsidRPr="001E6FE0">
              <w:rPr>
                <w:rStyle w:val="SITemporaryText-red"/>
                <w:rFonts w:eastAsia="Calibri"/>
                <w:color w:val="auto"/>
                <w:sz w:val="20"/>
              </w:rPr>
              <w:t>appropriate personnel to seek advice in relation to emergency situation</w:t>
            </w:r>
          </w:p>
          <w:p w14:paraId="418A1EF8" w14:textId="6DC36965" w:rsidR="0050799B" w:rsidRPr="001E6FE0" w:rsidRDefault="0050799B" w:rsidP="00A72770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1E6FE0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</w:t>
            </w:r>
            <w:r w:rsidR="004F59C8">
              <w:t>un</w:t>
            </w:r>
            <w:r w:rsidR="004F59C8" w:rsidRPr="004F59C8">
              <w:t>serviceable safety equipment and PPE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14:paraId="026EDCB1" w14:textId="77777777" w:rsidTr="00F33FF2">
        <w:tc>
          <w:tcPr>
            <w:tcW w:w="1028" w:type="pct"/>
          </w:tcPr>
          <w:p w14:paraId="21DAFA88" w14:textId="36D39D18" w:rsidR="00F46BB2" w:rsidRPr="00417C3C" w:rsidRDefault="004004E2" w:rsidP="002C74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C746A">
              <w:t>AHCWRK3</w:t>
            </w:r>
            <w:r w:rsidRPr="006A6E6E">
              <w:t>X</w:t>
            </w:r>
            <w:r w:rsidR="002C746A" w:rsidRPr="002C746A">
              <w:t>3</w:t>
            </w:r>
            <w:r w:rsidRPr="002C746A">
              <w:t xml:space="preserve"> Respond to emergencies</w:t>
            </w:r>
          </w:p>
        </w:tc>
        <w:tc>
          <w:tcPr>
            <w:tcW w:w="1105" w:type="pct"/>
          </w:tcPr>
          <w:p w14:paraId="68CA03F4" w14:textId="7CAF2739" w:rsidR="00F46BB2" w:rsidRPr="004004E2" w:rsidRDefault="00FA1D83" w:rsidP="004004E2">
            <w:pPr>
              <w:pStyle w:val="SIText"/>
            </w:pPr>
            <w:r w:rsidRPr="004004E2">
              <w:t>AHCWRK303 Respond to emergencies</w:t>
            </w:r>
          </w:p>
        </w:tc>
        <w:tc>
          <w:tcPr>
            <w:tcW w:w="1251" w:type="pct"/>
          </w:tcPr>
          <w:p w14:paraId="19F46AEC" w14:textId="77777777" w:rsidR="00A71451" w:rsidRPr="00A71451" w:rsidRDefault="00A71451" w:rsidP="00A71451">
            <w:pPr>
              <w:pStyle w:val="SIText"/>
            </w:pPr>
            <w:r w:rsidRPr="007716AA">
              <w:t>Minor changes application</w:t>
            </w:r>
          </w:p>
          <w:p w14:paraId="50B6B168" w14:textId="73AF62BF" w:rsidR="00A71451" w:rsidRPr="00A71451" w:rsidRDefault="00A71451" w:rsidP="00A71451">
            <w:pPr>
              <w:pStyle w:val="SIText"/>
            </w:pPr>
            <w:r w:rsidRPr="007716AA">
              <w:t>M</w:t>
            </w:r>
            <w:r w:rsidR="00ED4F7C">
              <w:t>ajor and m</w:t>
            </w:r>
            <w:r w:rsidRPr="007716AA">
              <w:t>inor changes to performance criteria</w:t>
            </w:r>
          </w:p>
          <w:p w14:paraId="13C2712E" w14:textId="77777777" w:rsidR="00B42505" w:rsidRDefault="00A71451" w:rsidP="00A71451">
            <w:pPr>
              <w:pStyle w:val="SIText"/>
            </w:pPr>
            <w:r w:rsidRPr="007716AA">
              <w:t>Foundation skills added</w:t>
            </w:r>
          </w:p>
          <w:p w14:paraId="29068B99" w14:textId="257CB9F2" w:rsidR="00F46BB2" w:rsidRPr="004004E2" w:rsidRDefault="00A71451" w:rsidP="00A71451">
            <w:pPr>
              <w:pStyle w:val="SIText"/>
            </w:pPr>
            <w:r w:rsidRPr="007716AA"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680A652" w:rsidR="00F46BB2" w:rsidRPr="004004E2" w:rsidRDefault="00A71451" w:rsidP="004004E2">
            <w:pPr>
              <w:pStyle w:val="SIText"/>
            </w:pPr>
            <w:r>
              <w:t>Not e</w:t>
            </w:r>
            <w:r w:rsidR="0003463A" w:rsidRPr="004004E2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3FAAB832" w:rsidR="00E17A92" w:rsidRPr="005404CB" w:rsidRDefault="00520E9A" w:rsidP="001C6BFA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A71451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079984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C3D80" w:rsidRPr="005C3D80">
              <w:t>AHCWRK3</w:t>
            </w:r>
            <w:r w:rsidR="00A71451">
              <w:t>X</w:t>
            </w:r>
            <w:r w:rsidR="005C3D80" w:rsidRPr="005C3D80">
              <w:t>3 Respond to emergencies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4489A7BD" w14:textId="77777777" w:rsidR="004004E2" w:rsidRPr="004004E2" w:rsidRDefault="004004E2" w:rsidP="004004E2">
            <w:r w:rsidRPr="000709F8">
              <w:t>An individual demonstrating competency must satisfy all of the elements and performance criteria in this unit.</w:t>
            </w:r>
          </w:p>
          <w:p w14:paraId="6A190452" w14:textId="3E61ED92" w:rsidR="00FA1D83" w:rsidRPr="00FA1D83" w:rsidRDefault="004004E2" w:rsidP="00FA1D83">
            <w:r w:rsidRPr="000709F8">
              <w:t xml:space="preserve">There must be evidence that the </w:t>
            </w:r>
            <w:r w:rsidRPr="004004E2">
              <w:t>individual has</w:t>
            </w:r>
            <w:r>
              <w:t xml:space="preserve"> responded to emergencies on at least one occ</w:t>
            </w:r>
            <w:r w:rsidRPr="004004E2">
              <w:t>asion and has</w:t>
            </w:r>
            <w:r w:rsidR="00FA1D83" w:rsidRPr="00FA1D83">
              <w:t>:</w:t>
            </w:r>
          </w:p>
          <w:p w14:paraId="77F207B7" w14:textId="77777777" w:rsidR="00F30748" w:rsidRPr="00F30748" w:rsidRDefault="00F30748" w:rsidP="00F30748">
            <w:pPr>
              <w:pStyle w:val="SIBulletList1"/>
            </w:pPr>
            <w:r w:rsidRPr="00F30748">
              <w:t>applied workplace health and safety requirements, including fitted and used personal protective equipment (PPE)</w:t>
            </w:r>
          </w:p>
          <w:p w14:paraId="748BB98E" w14:textId="7F9DB0AE" w:rsidR="00FA1D83" w:rsidRPr="00FA1D83" w:rsidRDefault="00FA1D83" w:rsidP="00FA1D83">
            <w:pPr>
              <w:pStyle w:val="SIBulletList1"/>
            </w:pPr>
            <w:r w:rsidRPr="00FA1D83">
              <w:t>evaluate</w:t>
            </w:r>
            <w:r w:rsidR="004004E2">
              <w:t>d</w:t>
            </w:r>
            <w:r w:rsidRPr="00FA1D83">
              <w:t xml:space="preserve"> the emergency</w:t>
            </w:r>
          </w:p>
          <w:p w14:paraId="2F5A81A9" w14:textId="4DE3D693" w:rsidR="00FA1D83" w:rsidRPr="00FA1D83" w:rsidRDefault="00FA1D83" w:rsidP="00FA1D83">
            <w:pPr>
              <w:pStyle w:val="SIBulletList1"/>
            </w:pPr>
            <w:r w:rsidRPr="00FA1D83">
              <w:t>avoid</w:t>
            </w:r>
            <w:r w:rsidR="004004E2">
              <w:t>ed</w:t>
            </w:r>
            <w:r w:rsidRPr="00FA1D83">
              <w:t xml:space="preserve"> and controll</w:t>
            </w:r>
            <w:r w:rsidR="004004E2">
              <w:t>ed</w:t>
            </w:r>
            <w:r w:rsidRPr="00FA1D83">
              <w:t xml:space="preserve"> escalation of the emergency</w:t>
            </w:r>
          </w:p>
          <w:p w14:paraId="4E802499" w14:textId="4563E8F7" w:rsidR="00FA1D83" w:rsidRPr="00FA1D83" w:rsidRDefault="00FA1D83" w:rsidP="00FA1D83">
            <w:pPr>
              <w:pStyle w:val="SIBulletList1"/>
            </w:pPr>
            <w:r w:rsidRPr="00FA1D83">
              <w:t>deal</w:t>
            </w:r>
            <w:r w:rsidR="004004E2">
              <w:t>t</w:t>
            </w:r>
            <w:r w:rsidRPr="00FA1D83">
              <w:t xml:space="preserve"> with contingencies</w:t>
            </w:r>
          </w:p>
          <w:p w14:paraId="2508D0EF" w14:textId="54D219AC" w:rsidR="00FA1D83" w:rsidRPr="00FA1D83" w:rsidRDefault="00FA1D83" w:rsidP="00FA1D83">
            <w:pPr>
              <w:pStyle w:val="SIBulletList1"/>
            </w:pPr>
            <w:r w:rsidRPr="00FA1D83">
              <w:t>operate</w:t>
            </w:r>
            <w:r w:rsidR="004004E2">
              <w:t>d</w:t>
            </w:r>
            <w:r w:rsidRPr="00FA1D83">
              <w:t xml:space="preserve"> emergency equipment according to manufacturer specifications and training</w:t>
            </w:r>
          </w:p>
          <w:p w14:paraId="5E442203" w14:textId="45DE05D7" w:rsidR="00FA1D83" w:rsidRPr="00FA1D83" w:rsidRDefault="00FA1D83" w:rsidP="00FA1D83">
            <w:pPr>
              <w:pStyle w:val="SIBulletList1"/>
            </w:pPr>
            <w:r w:rsidRPr="00FA1D83">
              <w:t>use</w:t>
            </w:r>
            <w:r w:rsidR="004004E2">
              <w:t>d</w:t>
            </w:r>
            <w:r w:rsidRPr="00FA1D83">
              <w:t xml:space="preserve"> appropriate fire protection and control techniques relevant to the organisation and industry</w:t>
            </w:r>
          </w:p>
          <w:p w14:paraId="6E81AE9B" w14:textId="3E4D06A7" w:rsidR="00E17A92" w:rsidRPr="005404CB" w:rsidRDefault="00FA1D83" w:rsidP="00F30748">
            <w:pPr>
              <w:pStyle w:val="SIBulletList1"/>
            </w:pPr>
            <w:r w:rsidRPr="00FA1D83">
              <w:t>use</w:t>
            </w:r>
            <w:r w:rsidR="004004E2">
              <w:t>d</w:t>
            </w:r>
            <w:r w:rsidRPr="00FA1D83">
              <w:t xml:space="preserve"> industry standard terminology.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3D33FD">
        <w:trPr>
          <w:trHeight w:val="2418"/>
        </w:trPr>
        <w:tc>
          <w:tcPr>
            <w:tcW w:w="5000" w:type="pct"/>
            <w:shd w:val="clear" w:color="auto" w:fill="auto"/>
          </w:tcPr>
          <w:p w14:paraId="7176B323" w14:textId="2C0517F3" w:rsidR="00FA1D83" w:rsidRPr="00FA1D83" w:rsidRDefault="004004E2" w:rsidP="00FA1D83">
            <w:r w:rsidRPr="000709F8">
              <w:t xml:space="preserve">An individual must be able to demonstrate the knowledge required to perform the tasks outlined in the elements and performance </w:t>
            </w:r>
            <w:r w:rsidRPr="004004E2">
              <w:t>criteria of this unit. This includes</w:t>
            </w:r>
            <w:r w:rsidR="00FA1D83" w:rsidRPr="00FA1D83">
              <w:t xml:space="preserve"> knowledge of:</w:t>
            </w:r>
          </w:p>
          <w:p w14:paraId="3E1B6E54" w14:textId="46783E0E" w:rsidR="004F59C8" w:rsidRPr="00FA1D83" w:rsidRDefault="00F30748" w:rsidP="00FA1D83">
            <w:pPr>
              <w:pStyle w:val="SIBulletList1"/>
            </w:pPr>
            <w:r w:rsidRPr="00F30748">
              <w:t xml:space="preserve">workplace requirements </w:t>
            </w:r>
            <w:r w:rsidR="00A74071">
              <w:t xml:space="preserve">and duty of care responsibilities </w:t>
            </w:r>
            <w:r w:rsidRPr="00F30748">
              <w:t xml:space="preserve">applicable to health and safety in the workplace for </w:t>
            </w:r>
            <w:r>
              <w:t>responding to emergencies</w:t>
            </w:r>
          </w:p>
          <w:p w14:paraId="0FF611BE" w14:textId="5C4D6411" w:rsidR="00FA1D83" w:rsidRPr="00FA1D83" w:rsidRDefault="00F30748" w:rsidP="00FA1D83">
            <w:pPr>
              <w:pStyle w:val="SIBulletList1"/>
            </w:pPr>
            <w:r>
              <w:t>workplace accident and incident</w:t>
            </w:r>
            <w:r w:rsidR="00FA1D83" w:rsidRPr="00FA1D83">
              <w:t xml:space="preserve"> policies and procedures</w:t>
            </w:r>
          </w:p>
          <w:p w14:paraId="316E4300" w14:textId="2AFD9CF2" w:rsidR="001E6FE0" w:rsidRPr="001E6FE0" w:rsidRDefault="001E6FE0" w:rsidP="001E6FE0">
            <w:pPr>
              <w:pStyle w:val="SIBulletList1"/>
            </w:pPr>
            <w:r w:rsidRPr="001E6FE0">
              <w:t>emergency network contacts</w:t>
            </w:r>
            <w:r w:rsidR="004F59C8">
              <w:t xml:space="preserve"> and call out procedures</w:t>
            </w:r>
          </w:p>
          <w:p w14:paraId="5C1D2682" w14:textId="63E08BCF" w:rsidR="00FA1D83" w:rsidRPr="00FA1D83" w:rsidRDefault="001E6FE0" w:rsidP="00FA1D83">
            <w:pPr>
              <w:pStyle w:val="SIBulletList1"/>
            </w:pPr>
            <w:r>
              <w:t xml:space="preserve">workplace </w:t>
            </w:r>
            <w:r w:rsidR="00FA1D83" w:rsidRPr="00FA1D83">
              <w:t>emergency evacuation procedure</w:t>
            </w:r>
            <w:r>
              <w:t>s</w:t>
            </w:r>
            <w:r w:rsidR="00FA1D83" w:rsidRPr="00FA1D83">
              <w:t xml:space="preserve"> and assembly points</w:t>
            </w:r>
          </w:p>
          <w:p w14:paraId="655B33FF" w14:textId="77777777" w:rsidR="00FA1D83" w:rsidRPr="00FA1D83" w:rsidRDefault="00FA1D83" w:rsidP="00FA1D83">
            <w:pPr>
              <w:pStyle w:val="SIBulletList1"/>
            </w:pPr>
            <w:r w:rsidRPr="00FA1D83">
              <w:t>the proper use and technique for handling industrial gases</w:t>
            </w:r>
          </w:p>
          <w:p w14:paraId="76E6B79E" w14:textId="38607305" w:rsidR="00FA1D83" w:rsidRPr="00FA1D83" w:rsidRDefault="00F30748" w:rsidP="00FA1D83">
            <w:pPr>
              <w:pStyle w:val="SIBulletList1"/>
            </w:pPr>
            <w:r>
              <w:t xml:space="preserve">workplace </w:t>
            </w:r>
            <w:r w:rsidR="00FA1D83" w:rsidRPr="00FA1D83">
              <w:t>hazard identification and risk assessment techniques and tools</w:t>
            </w:r>
          </w:p>
          <w:p w14:paraId="411BDF05" w14:textId="5FA11E82" w:rsidR="003D33FD" w:rsidRPr="005404CB" w:rsidRDefault="00FA1D83" w:rsidP="00A74071">
            <w:pPr>
              <w:pStyle w:val="SIBulletList1"/>
            </w:pPr>
            <w:r w:rsidRPr="00FA1D83">
              <w:t>use of communications equipment and protocols in the event of an emergency</w:t>
            </w:r>
            <w:r w:rsidR="003D33FD" w:rsidRPr="003D33FD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CA189EE" w14:textId="77777777" w:rsidR="004004E2" w:rsidRPr="004004E2" w:rsidRDefault="004004E2" w:rsidP="004004E2">
            <w:r w:rsidRPr="00FF1E03">
              <w:t xml:space="preserve">Assessment of the skills in this unit of competency must take place under the following conditions: </w:t>
            </w:r>
          </w:p>
          <w:p w14:paraId="4C352FC0" w14:textId="77777777" w:rsidR="004004E2" w:rsidRPr="004004E2" w:rsidRDefault="004004E2" w:rsidP="004004E2">
            <w:pPr>
              <w:pStyle w:val="SIBulletList1"/>
            </w:pPr>
            <w:r w:rsidRPr="00370B58">
              <w:t>physical conditions:</w:t>
            </w:r>
          </w:p>
          <w:p w14:paraId="2F75ACBF" w14:textId="77777777" w:rsidR="004004E2" w:rsidRPr="004004E2" w:rsidRDefault="004004E2" w:rsidP="004004E2">
            <w:pPr>
              <w:pStyle w:val="SIBulletList2"/>
              <w:rPr>
                <w:rFonts w:eastAsia="Calibri"/>
              </w:rPr>
            </w:pPr>
            <w:r w:rsidRPr="00370B58">
              <w:t>a workplace setting or an environment that accurately represents workplace conditions</w:t>
            </w:r>
          </w:p>
          <w:p w14:paraId="5070E69D" w14:textId="77777777" w:rsidR="004004E2" w:rsidRPr="004004E2" w:rsidRDefault="004004E2" w:rsidP="004004E2">
            <w:pPr>
              <w:pStyle w:val="SIBulletList1"/>
            </w:pPr>
            <w:r w:rsidRPr="00370B58">
              <w:t>resources, equipment and materials:</w:t>
            </w:r>
          </w:p>
          <w:p w14:paraId="6FFF48F9" w14:textId="1C15737B" w:rsidR="008E25FA" w:rsidRDefault="00F30748" w:rsidP="004004E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emergency equipment and resources, including </w:t>
            </w:r>
            <w:r w:rsidR="00A74071">
              <w:rPr>
                <w:rFonts w:eastAsia="Calibri"/>
              </w:rPr>
              <w:t>firefighting</w:t>
            </w:r>
            <w:r>
              <w:rPr>
                <w:rFonts w:eastAsia="Calibri"/>
              </w:rPr>
              <w:t xml:space="preserve"> tools and equipment</w:t>
            </w:r>
          </w:p>
          <w:p w14:paraId="164BFCF7" w14:textId="103F85DE" w:rsidR="004004E2" w:rsidRPr="004004E2" w:rsidRDefault="008E25FA" w:rsidP="004004E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PPE applicable to responding to emergencies</w:t>
            </w:r>
          </w:p>
          <w:p w14:paraId="7C3440BB" w14:textId="77777777" w:rsidR="004004E2" w:rsidRPr="004004E2" w:rsidRDefault="004004E2" w:rsidP="004004E2">
            <w:pPr>
              <w:pStyle w:val="SIBulletList1"/>
              <w:rPr>
                <w:rFonts w:eastAsia="Calibri"/>
              </w:rPr>
            </w:pPr>
            <w:r w:rsidRPr="004004E2">
              <w:rPr>
                <w:rFonts w:eastAsia="Calibri"/>
              </w:rPr>
              <w:t>specifications:</w:t>
            </w:r>
          </w:p>
          <w:p w14:paraId="7BA43E31" w14:textId="2196001A" w:rsidR="004004E2" w:rsidRDefault="008E25FA" w:rsidP="004004E2">
            <w:pPr>
              <w:pStyle w:val="SIBulletList2"/>
            </w:pPr>
            <w:r w:rsidRPr="008E25FA">
              <w:t>workplace health and safety legislation, regulations, codes of practice and workplace procedures relevant to</w:t>
            </w:r>
            <w:r>
              <w:t xml:space="preserve"> responding to emergencies</w:t>
            </w:r>
          </w:p>
          <w:p w14:paraId="128E9D1F" w14:textId="4D49A5BE" w:rsidR="00417C3C" w:rsidRPr="00FF1E03" w:rsidRDefault="00417C3C" w:rsidP="004004E2">
            <w:pPr>
              <w:pStyle w:val="SIBulletList2"/>
            </w:pPr>
            <w:r>
              <w:t>workplace accident and incident policies and procedures, and emergency evacuation procedures</w:t>
            </w:r>
          </w:p>
          <w:p w14:paraId="66F2CC2B" w14:textId="77777777" w:rsidR="004004E2" w:rsidRPr="004004E2" w:rsidRDefault="004004E2" w:rsidP="004004E2">
            <w:pPr>
              <w:pStyle w:val="SIBulletList1"/>
            </w:pPr>
            <w:r w:rsidRPr="00370B58">
              <w:t>relationships:</w:t>
            </w:r>
          </w:p>
          <w:p w14:paraId="0B8F7CE5" w14:textId="5A899066" w:rsidR="004004E2" w:rsidRPr="004004E2" w:rsidRDefault="008E25FA" w:rsidP="004004E2">
            <w:pPr>
              <w:pStyle w:val="SIBulletList2"/>
            </w:pPr>
            <w:r>
              <w:t>appropriate personnel and supervisor</w:t>
            </w:r>
            <w:r w:rsidR="004004E2" w:rsidRPr="00370B58">
              <w:t>.</w:t>
            </w:r>
          </w:p>
          <w:p w14:paraId="1AB7068E" w14:textId="77777777" w:rsidR="004004E2" w:rsidRPr="00FF1E03" w:rsidRDefault="004004E2" w:rsidP="004004E2"/>
          <w:p w14:paraId="29F679B7" w14:textId="618F8538" w:rsidR="00BC7B51" w:rsidRPr="005404CB" w:rsidRDefault="004004E2" w:rsidP="00BC7B51">
            <w:pPr>
              <w:pStyle w:val="SIText"/>
              <w:rPr>
                <w:rFonts w:eastAsia="Calibri"/>
              </w:rPr>
            </w:pPr>
            <w:r w:rsidRPr="00370B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5CA59B3" w:rsidR="00E17A92" w:rsidRPr="005404CB" w:rsidRDefault="004004E2" w:rsidP="005404CB">
            <w:pPr>
              <w:pStyle w:val="SIText"/>
            </w:pPr>
            <w:hyperlink r:id="rId12" w:history="1">
              <w:r w:rsidR="00E17A92" w:rsidRPr="004004E2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8B730" w14:textId="77777777" w:rsidR="00555A99" w:rsidRDefault="00555A99" w:rsidP="00BF3F0A">
      <w:r>
        <w:separator/>
      </w:r>
    </w:p>
    <w:p w14:paraId="3FF86216" w14:textId="77777777" w:rsidR="00555A99" w:rsidRDefault="00555A99"/>
  </w:endnote>
  <w:endnote w:type="continuationSeparator" w:id="0">
    <w:p w14:paraId="0E379C6F" w14:textId="77777777" w:rsidR="00555A99" w:rsidRDefault="00555A99" w:rsidP="00BF3F0A">
      <w:r>
        <w:continuationSeparator/>
      </w:r>
    </w:p>
    <w:p w14:paraId="0679010E" w14:textId="77777777" w:rsidR="00555A99" w:rsidRDefault="00555A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A60B" w14:textId="77777777" w:rsidR="00555A99" w:rsidRDefault="00555A99" w:rsidP="00BF3F0A">
      <w:r>
        <w:separator/>
      </w:r>
    </w:p>
    <w:p w14:paraId="4703CD9C" w14:textId="77777777" w:rsidR="00555A99" w:rsidRDefault="00555A99"/>
  </w:footnote>
  <w:footnote w:type="continuationSeparator" w:id="0">
    <w:p w14:paraId="5C9EEA39" w14:textId="77777777" w:rsidR="00555A99" w:rsidRDefault="00555A99" w:rsidP="00BF3F0A">
      <w:r>
        <w:continuationSeparator/>
      </w:r>
    </w:p>
    <w:p w14:paraId="578C8052" w14:textId="77777777" w:rsidR="00555A99" w:rsidRDefault="00555A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0593A6A4" w:rsidR="009C2650" w:rsidRPr="005C3D80" w:rsidRDefault="00E33421" w:rsidP="005C3D80">
    <w:sdt>
      <w:sdtPr>
        <w:rPr>
          <w:lang w:eastAsia="en-US"/>
        </w:rPr>
        <w:id w:val="16059016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67152C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C3D80" w:rsidRPr="005C3D80">
      <w:rPr>
        <w:lang w:eastAsia="en-US"/>
      </w:rPr>
      <w:t>AHCWRK3</w:t>
    </w:r>
    <w:r w:rsidR="001E6FE0">
      <w:t>X</w:t>
    </w:r>
    <w:r w:rsidR="005C3D80" w:rsidRPr="005C3D80">
      <w:rPr>
        <w:lang w:eastAsia="en-US"/>
      </w:rPr>
      <w:t>3 Respond to emergencies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49EA"/>
    <w:rsid w:val="00105AEA"/>
    <w:rsid w:val="001078BF"/>
    <w:rsid w:val="00123153"/>
    <w:rsid w:val="00133957"/>
    <w:rsid w:val="001372F6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C6BFA"/>
    <w:rsid w:val="001D30EB"/>
    <w:rsid w:val="001D5C1B"/>
    <w:rsid w:val="001D7F5B"/>
    <w:rsid w:val="001E0849"/>
    <w:rsid w:val="001E16BC"/>
    <w:rsid w:val="001E16DF"/>
    <w:rsid w:val="001E6948"/>
    <w:rsid w:val="001E6FE0"/>
    <w:rsid w:val="001F2BA5"/>
    <w:rsid w:val="001F308D"/>
    <w:rsid w:val="0020114C"/>
    <w:rsid w:val="00201A7C"/>
    <w:rsid w:val="0021210E"/>
    <w:rsid w:val="0021414D"/>
    <w:rsid w:val="00215967"/>
    <w:rsid w:val="002218B2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3794"/>
    <w:rsid w:val="002C5584"/>
    <w:rsid w:val="002C55E9"/>
    <w:rsid w:val="002C746A"/>
    <w:rsid w:val="002D0C8B"/>
    <w:rsid w:val="002D330A"/>
    <w:rsid w:val="002E170C"/>
    <w:rsid w:val="002E193E"/>
    <w:rsid w:val="00305EFF"/>
    <w:rsid w:val="00310A6A"/>
    <w:rsid w:val="003144E6"/>
    <w:rsid w:val="003177BF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33FD"/>
    <w:rsid w:val="003D41D2"/>
    <w:rsid w:val="003E72B6"/>
    <w:rsid w:val="003E7BBE"/>
    <w:rsid w:val="003F6D26"/>
    <w:rsid w:val="004004E2"/>
    <w:rsid w:val="004105E5"/>
    <w:rsid w:val="004127E3"/>
    <w:rsid w:val="00417C3C"/>
    <w:rsid w:val="004272A1"/>
    <w:rsid w:val="0043212E"/>
    <w:rsid w:val="00434366"/>
    <w:rsid w:val="00434ECE"/>
    <w:rsid w:val="0043637D"/>
    <w:rsid w:val="00444423"/>
    <w:rsid w:val="0044797C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9C8"/>
    <w:rsid w:val="004F5DC7"/>
    <w:rsid w:val="004F62CA"/>
    <w:rsid w:val="004F6986"/>
    <w:rsid w:val="004F78DA"/>
    <w:rsid w:val="00506F32"/>
    <w:rsid w:val="0050799B"/>
    <w:rsid w:val="005145AB"/>
    <w:rsid w:val="00520E9A"/>
    <w:rsid w:val="005248C1"/>
    <w:rsid w:val="00526134"/>
    <w:rsid w:val="005404CB"/>
    <w:rsid w:val="005405B2"/>
    <w:rsid w:val="005427C8"/>
    <w:rsid w:val="005446D1"/>
    <w:rsid w:val="00555A99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D80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2146C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A6E6E"/>
    <w:rsid w:val="006B068D"/>
    <w:rsid w:val="006C2F32"/>
    <w:rsid w:val="006D1AF9"/>
    <w:rsid w:val="006D2921"/>
    <w:rsid w:val="006D29F5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95A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1C50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5FA"/>
    <w:rsid w:val="008E260C"/>
    <w:rsid w:val="008E39BE"/>
    <w:rsid w:val="008E62EC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1451"/>
    <w:rsid w:val="00A72770"/>
    <w:rsid w:val="00A74071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505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0403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3421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4F7C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748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1D83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004E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4004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C5EB14-324B-403E-8D8A-3822E6535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323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96</cp:revision>
  <cp:lastPrinted>2016-05-27T05:21:00Z</cp:lastPrinted>
  <dcterms:created xsi:type="dcterms:W3CDTF">2021-08-11T23:10:00Z</dcterms:created>
  <dcterms:modified xsi:type="dcterms:W3CDTF">2021-11-25T07:43:00Z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